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E48CE0" w14:textId="7A621BF7" w:rsidR="00FD6160" w:rsidRPr="00C04F9F" w:rsidRDefault="00FD6160" w:rsidP="00FD6160">
      <w:pPr>
        <w:autoSpaceDE w:val="0"/>
        <w:autoSpaceDN w:val="0"/>
        <w:adjustRightInd w:val="0"/>
        <w:spacing w:after="0" w:line="240" w:lineRule="auto"/>
        <w:rPr>
          <w:rFonts w:cs="FuturaBT-Light"/>
          <w:b/>
        </w:rPr>
      </w:pPr>
      <w:r w:rsidRPr="00C04F9F">
        <w:rPr>
          <w:rFonts w:cs="FuturaBT-Light"/>
          <w:b/>
        </w:rPr>
        <w:t xml:space="preserve">The Phone Mast Company is a firm of telecoms surveyors with over 15 years’ experience </w:t>
      </w:r>
      <w:r w:rsidR="00C460C7" w:rsidRPr="00973C30">
        <w:rPr>
          <w:rFonts w:cs="FuturaBT-Light"/>
          <w:b/>
        </w:rPr>
        <w:t>of</w:t>
      </w:r>
      <w:r w:rsidR="00C460C7">
        <w:rPr>
          <w:rFonts w:cs="FuturaBT-Light"/>
          <w:b/>
          <w:color w:val="FF0000"/>
        </w:rPr>
        <w:t xml:space="preserve"> </w:t>
      </w:r>
      <w:r w:rsidRPr="00C04F9F">
        <w:rPr>
          <w:rFonts w:cs="FuturaBT-Light"/>
          <w:b/>
        </w:rPr>
        <w:t>dealing with mobile phone mast operators.</w:t>
      </w:r>
      <w:r w:rsidRPr="00C04F9F">
        <w:rPr>
          <w:rFonts w:cs="FuturaBT-Light"/>
        </w:rPr>
        <w:t xml:space="preserve"> We have</w:t>
      </w:r>
      <w:r w:rsidRPr="00C04F9F">
        <w:rPr>
          <w:rFonts w:cs="FuturaBT-Light"/>
          <w:b/>
        </w:rPr>
        <w:t xml:space="preserve"> </w:t>
      </w:r>
      <w:r w:rsidRPr="00C04F9F">
        <w:rPr>
          <w:rFonts w:cs="FuturaBT-Light"/>
        </w:rPr>
        <w:t xml:space="preserve">built up a </w:t>
      </w:r>
      <w:r w:rsidRPr="00C04F9F">
        <w:rPr>
          <w:rFonts w:cs="FuturaBT-Medium"/>
        </w:rPr>
        <w:t>massive database of thousands of</w:t>
      </w:r>
      <w:r w:rsidRPr="00C04F9F">
        <w:rPr>
          <w:rFonts w:cs="FuturaBT-Light"/>
          <w:b/>
        </w:rPr>
        <w:t xml:space="preserve"> </w:t>
      </w:r>
      <w:r w:rsidRPr="00C04F9F">
        <w:rPr>
          <w:rFonts w:cs="FuturaBT-Medium"/>
        </w:rPr>
        <w:t xml:space="preserve">comparable mobile phone mast deals </w:t>
      </w:r>
      <w:r w:rsidRPr="00C04F9F">
        <w:rPr>
          <w:rFonts w:cs="FuturaBT-Light"/>
        </w:rPr>
        <w:t>to aid</w:t>
      </w:r>
      <w:r w:rsidRPr="00C04F9F">
        <w:rPr>
          <w:rFonts w:cs="FuturaBT-Light"/>
          <w:b/>
        </w:rPr>
        <w:t xml:space="preserve"> </w:t>
      </w:r>
      <w:r w:rsidRPr="00C04F9F">
        <w:rPr>
          <w:rFonts w:cs="FuturaBT-Light"/>
        </w:rPr>
        <w:t>us in our telecoms negotiations.</w:t>
      </w:r>
      <w:r w:rsidRPr="00C04F9F">
        <w:rPr>
          <w:rFonts w:cs="FuturaBT-Light"/>
          <w:b/>
        </w:rPr>
        <w:t xml:space="preserve"> </w:t>
      </w:r>
      <w:r w:rsidRPr="00C04F9F">
        <w:rPr>
          <w:rFonts w:cs="FuturaBT-Light"/>
        </w:rPr>
        <w:t>All our surveyors have spent time working for phone mast</w:t>
      </w:r>
      <w:r w:rsidRPr="00C04F9F">
        <w:rPr>
          <w:rFonts w:cs="FuturaBT-Light"/>
          <w:b/>
        </w:rPr>
        <w:t xml:space="preserve"> </w:t>
      </w:r>
      <w:r w:rsidRPr="00C04F9F">
        <w:rPr>
          <w:rFonts w:cs="FuturaBT-Light"/>
        </w:rPr>
        <w:t>operators and know the industry inside out. We now work</w:t>
      </w:r>
      <w:r w:rsidRPr="00C04F9F">
        <w:rPr>
          <w:rFonts w:cs="FuturaBT-Light"/>
          <w:b/>
        </w:rPr>
        <w:t xml:space="preserve"> exclusively for landlords</w:t>
      </w:r>
      <w:r w:rsidRPr="00C04F9F">
        <w:rPr>
          <w:rFonts w:cs="FuturaBT-Light"/>
        </w:rPr>
        <w:t>, fighting your corner, ensuring our landlords get the</w:t>
      </w:r>
      <w:r w:rsidRPr="00C04F9F">
        <w:rPr>
          <w:rFonts w:cs="FuturaBT-Light"/>
          <w:b/>
        </w:rPr>
        <w:t xml:space="preserve"> </w:t>
      </w:r>
      <w:r w:rsidRPr="00C04F9F">
        <w:rPr>
          <w:rFonts w:cs="FuturaBT-Medium"/>
        </w:rPr>
        <w:t xml:space="preserve">highest rents and best lease terms </w:t>
      </w:r>
      <w:r w:rsidRPr="00C04F9F">
        <w:rPr>
          <w:rFonts w:cs="FuturaBT-Light"/>
        </w:rPr>
        <w:t>available in the</w:t>
      </w:r>
      <w:r w:rsidRPr="00C04F9F">
        <w:rPr>
          <w:rFonts w:cs="FuturaBT-Light"/>
          <w:b/>
        </w:rPr>
        <w:t xml:space="preserve"> </w:t>
      </w:r>
      <w:r w:rsidRPr="00C04F9F">
        <w:rPr>
          <w:rFonts w:cs="FuturaBT-Light"/>
        </w:rPr>
        <w:t>market place.</w:t>
      </w:r>
    </w:p>
    <w:p w14:paraId="15FD5381" w14:textId="77777777" w:rsidR="00FD6160" w:rsidRPr="00C04F9F" w:rsidRDefault="00FD6160" w:rsidP="00FD6160">
      <w:pPr>
        <w:autoSpaceDE w:val="0"/>
        <w:autoSpaceDN w:val="0"/>
        <w:adjustRightInd w:val="0"/>
        <w:spacing w:after="0" w:line="240" w:lineRule="auto"/>
        <w:rPr>
          <w:rFonts w:cs="FuturaBT-Light"/>
        </w:rPr>
      </w:pPr>
    </w:p>
    <w:p w14:paraId="32794585" w14:textId="126510C4" w:rsidR="00FD6160" w:rsidRPr="00C04F9F" w:rsidRDefault="00FD6160" w:rsidP="00FD6160">
      <w:pPr>
        <w:autoSpaceDE w:val="0"/>
        <w:autoSpaceDN w:val="0"/>
        <w:adjustRightInd w:val="0"/>
        <w:spacing w:after="0" w:line="240" w:lineRule="auto"/>
        <w:rPr>
          <w:rFonts w:cs="FuturaBT-Light"/>
        </w:rPr>
      </w:pPr>
      <w:r w:rsidRPr="00C04F9F">
        <w:rPr>
          <w:rFonts w:cs="FuturaBT-Light"/>
        </w:rPr>
        <w:t xml:space="preserve">Many of the original mobile phone mast leases / agreements are now coming up for renewal. This is an ideal opportunity for landlords to achieve the best deal. </w:t>
      </w:r>
      <w:r w:rsidRPr="00C04F9F">
        <w:rPr>
          <w:rFonts w:cs="FuturaBT-Medium"/>
          <w:b/>
        </w:rPr>
        <w:t xml:space="preserve">We are currently offering to review telecoms leases for free and provide landlords with our recommendations. </w:t>
      </w:r>
      <w:r w:rsidR="008F7A3E" w:rsidRPr="00C04F9F">
        <w:rPr>
          <w:rFonts w:cs="FuturaBT-Medium"/>
        </w:rPr>
        <w:t xml:space="preserve">If you would like to take us up on this free no obligation offer, send a copy of your agreement and any recent correspondence to us, either via post or email using the details on this flyer. Please also provide us with your name, contact number and let us know the current rent you are achieving so we can see if there is room for improvement. Once we have received this, one of our surveyors will give you a call when convenient to talk through your lease with you, highlighting anything we feel needs addressing, any opportunity to increase the </w:t>
      </w:r>
      <w:r w:rsidR="008F7A3E" w:rsidRPr="00973C30">
        <w:rPr>
          <w:rFonts w:cs="FuturaBT-Medium"/>
        </w:rPr>
        <w:t>rent</w:t>
      </w:r>
      <w:r w:rsidR="00C460C7" w:rsidRPr="00973C30">
        <w:rPr>
          <w:rFonts w:cs="FuturaBT-Medium"/>
        </w:rPr>
        <w:t>,</w:t>
      </w:r>
      <w:r w:rsidR="008F7A3E" w:rsidRPr="00973C30">
        <w:rPr>
          <w:rFonts w:cs="FuturaBT-Medium"/>
        </w:rPr>
        <w:t xml:space="preserve"> or </w:t>
      </w:r>
      <w:r w:rsidR="00C460C7" w:rsidRPr="00973C30">
        <w:rPr>
          <w:rFonts w:cs="FuturaBT-Medium"/>
        </w:rPr>
        <w:t xml:space="preserve">to </w:t>
      </w:r>
      <w:r w:rsidR="008F7A3E" w:rsidRPr="00C04F9F">
        <w:rPr>
          <w:rFonts w:cs="FuturaBT-Medium"/>
        </w:rPr>
        <w:t>discuss a specific issue you are having with your mast (i.e. an upgrade request).</w:t>
      </w:r>
    </w:p>
    <w:p w14:paraId="716CC7FF" w14:textId="77777777" w:rsidR="00FD6160" w:rsidRPr="00C04F9F" w:rsidRDefault="00FD6160" w:rsidP="00FD6160">
      <w:pPr>
        <w:autoSpaceDE w:val="0"/>
        <w:autoSpaceDN w:val="0"/>
        <w:adjustRightInd w:val="0"/>
        <w:spacing w:after="0" w:line="240" w:lineRule="auto"/>
        <w:rPr>
          <w:rFonts w:cs="FuturaBT-Light"/>
        </w:rPr>
      </w:pPr>
    </w:p>
    <w:p w14:paraId="754162D1" w14:textId="77777777" w:rsidR="00FD6160" w:rsidRPr="00C04F9F" w:rsidRDefault="00FD6160" w:rsidP="00FD6160">
      <w:pPr>
        <w:autoSpaceDE w:val="0"/>
        <w:autoSpaceDN w:val="0"/>
        <w:adjustRightInd w:val="0"/>
        <w:spacing w:after="0" w:line="240" w:lineRule="auto"/>
        <w:rPr>
          <w:rFonts w:cs="FuturaBT-Medium"/>
        </w:rPr>
      </w:pPr>
      <w:r w:rsidRPr="00C04F9F">
        <w:rPr>
          <w:rFonts w:cs="FuturaBT-Light"/>
        </w:rPr>
        <w:t xml:space="preserve">Recently, </w:t>
      </w:r>
      <w:r w:rsidRPr="00C04F9F">
        <w:rPr>
          <w:rFonts w:cs="FuturaBT-Medium"/>
        </w:rPr>
        <w:t>operators have been attempting to cut costs by reducing rents</w:t>
      </w:r>
      <w:r w:rsidRPr="00C04F9F">
        <w:rPr>
          <w:rFonts w:cs="FuturaBT-Light"/>
        </w:rPr>
        <w:t>. They are joining forces in an effort to</w:t>
      </w:r>
      <w:r w:rsidRPr="00C04F9F">
        <w:rPr>
          <w:rFonts w:cs="FuturaBT-Medium"/>
        </w:rPr>
        <w:t xml:space="preserve"> </w:t>
      </w:r>
      <w:r w:rsidRPr="00C04F9F">
        <w:rPr>
          <w:rFonts w:cs="FuturaBT-Light"/>
        </w:rPr>
        <w:t>drive rents down. Many landlords are contacting us after</w:t>
      </w:r>
      <w:r w:rsidRPr="00C04F9F">
        <w:rPr>
          <w:rFonts w:cs="FuturaBT-Medium"/>
        </w:rPr>
        <w:t xml:space="preserve"> </w:t>
      </w:r>
      <w:r w:rsidRPr="00C04F9F">
        <w:rPr>
          <w:rFonts w:cs="FuturaBT-Light"/>
        </w:rPr>
        <w:t>receiving a letter from the operators / operator’s agent,</w:t>
      </w:r>
      <w:r w:rsidRPr="00C04F9F">
        <w:rPr>
          <w:rFonts w:cs="FuturaBT-Medium"/>
        </w:rPr>
        <w:t xml:space="preserve"> </w:t>
      </w:r>
      <w:r w:rsidRPr="00C04F9F">
        <w:rPr>
          <w:rFonts w:cs="FuturaBT-Light"/>
        </w:rPr>
        <w:t xml:space="preserve">telling them they must </w:t>
      </w:r>
      <w:r w:rsidRPr="00C04F9F">
        <w:rPr>
          <w:rFonts w:cs="FuturaBT-Medium"/>
        </w:rPr>
        <w:t>accept a rent reduction or risk losing their site</w:t>
      </w:r>
      <w:r w:rsidRPr="00C04F9F">
        <w:rPr>
          <w:rFonts w:cs="FuturaBT-Light"/>
        </w:rPr>
        <w:t xml:space="preserve">. In the majority of cases, </w:t>
      </w:r>
      <w:r w:rsidRPr="00C04F9F">
        <w:rPr>
          <w:rFonts w:cs="FuturaBT-Medium"/>
        </w:rPr>
        <w:t>The Phone Mast Company can prevent this from occurring and protect the landlord’</w:t>
      </w:r>
      <w:r w:rsidR="008F7A3E" w:rsidRPr="00C04F9F">
        <w:rPr>
          <w:rFonts w:cs="FuturaBT-Medium"/>
        </w:rPr>
        <w:t>s rental income.</w:t>
      </w:r>
      <w:r w:rsidRPr="00C04F9F">
        <w:rPr>
          <w:rFonts w:cs="FuturaBT-Light"/>
        </w:rPr>
        <w:t xml:space="preserve"> </w:t>
      </w:r>
    </w:p>
    <w:p w14:paraId="6878DC64" w14:textId="77777777" w:rsidR="008F7A3E" w:rsidRPr="00C04F9F" w:rsidRDefault="008F7A3E" w:rsidP="00FD6160">
      <w:pPr>
        <w:autoSpaceDE w:val="0"/>
        <w:autoSpaceDN w:val="0"/>
        <w:adjustRightInd w:val="0"/>
        <w:spacing w:after="0" w:line="240" w:lineRule="auto"/>
        <w:rPr>
          <w:rFonts w:cs="FuturaBT-Light"/>
        </w:rPr>
      </w:pPr>
    </w:p>
    <w:p w14:paraId="7FABDAE4" w14:textId="77777777" w:rsidR="00566CE9" w:rsidRPr="00C04F9F" w:rsidRDefault="00566CE9" w:rsidP="008F7A3E">
      <w:pPr>
        <w:autoSpaceDE w:val="0"/>
        <w:autoSpaceDN w:val="0"/>
        <w:adjustRightInd w:val="0"/>
        <w:spacing w:after="0" w:line="240" w:lineRule="auto"/>
        <w:rPr>
          <w:rFonts w:cs="FuturaBT-Light"/>
          <w:b/>
        </w:rPr>
      </w:pPr>
      <w:r w:rsidRPr="00C04F9F">
        <w:rPr>
          <w:rFonts w:cs="FuturaBT-Light"/>
          <w:b/>
        </w:rPr>
        <w:t>Sell your phone mast</w:t>
      </w:r>
    </w:p>
    <w:p w14:paraId="7EF9529D" w14:textId="77777777" w:rsidR="00566CE9" w:rsidRPr="00C04F9F" w:rsidRDefault="00566CE9" w:rsidP="008F7A3E">
      <w:pPr>
        <w:autoSpaceDE w:val="0"/>
        <w:autoSpaceDN w:val="0"/>
        <w:adjustRightInd w:val="0"/>
        <w:spacing w:after="0" w:line="240" w:lineRule="auto"/>
        <w:rPr>
          <w:rFonts w:cs="FuturaBT-Light"/>
        </w:rPr>
      </w:pPr>
    </w:p>
    <w:p w14:paraId="3DE33F8E" w14:textId="77777777" w:rsidR="008F7A3E" w:rsidRPr="00C04F9F" w:rsidRDefault="00FD6160" w:rsidP="008F7A3E">
      <w:pPr>
        <w:autoSpaceDE w:val="0"/>
        <w:autoSpaceDN w:val="0"/>
        <w:adjustRightInd w:val="0"/>
        <w:spacing w:after="0" w:line="240" w:lineRule="auto"/>
        <w:rPr>
          <w:rFonts w:cs="FuturaBT-Book"/>
        </w:rPr>
      </w:pPr>
      <w:r w:rsidRPr="00C04F9F">
        <w:rPr>
          <w:rFonts w:cs="FuturaBT-Light"/>
        </w:rPr>
        <w:t xml:space="preserve">We can also assist landlords in </w:t>
      </w:r>
      <w:r w:rsidRPr="00C04F9F">
        <w:rPr>
          <w:rFonts w:cs="FuturaBT-Medium"/>
        </w:rPr>
        <w:t>selling their phone mast</w:t>
      </w:r>
      <w:r w:rsidRPr="00C04F9F">
        <w:rPr>
          <w:rFonts w:cs="FuturaBT-Light"/>
        </w:rPr>
        <w:t>. We have strong links with many large investors who regularly purchase the freehold or leasehold interest of masts and will pay</w:t>
      </w:r>
      <w:r w:rsidR="00566CE9" w:rsidRPr="00C04F9F">
        <w:rPr>
          <w:rFonts w:cs="FuturaBT-Light"/>
        </w:rPr>
        <w:t xml:space="preserve"> </w:t>
      </w:r>
      <w:r w:rsidR="008F7A3E" w:rsidRPr="00C04F9F">
        <w:rPr>
          <w:rFonts w:cs="FuturaBT-Light"/>
        </w:rPr>
        <w:t xml:space="preserve">a </w:t>
      </w:r>
      <w:r w:rsidR="008F7A3E" w:rsidRPr="00C04F9F">
        <w:rPr>
          <w:rFonts w:cs="FuturaBT-Medium"/>
        </w:rPr>
        <w:t>cash lump sum of</w:t>
      </w:r>
      <w:r w:rsidR="008F7A3E" w:rsidRPr="00C04F9F">
        <w:rPr>
          <w:rFonts w:cs="FuturaBT-Book"/>
        </w:rPr>
        <w:t xml:space="preserve"> </w:t>
      </w:r>
      <w:r w:rsidR="008F7A3E" w:rsidRPr="00C04F9F">
        <w:rPr>
          <w:rFonts w:cs="FuturaBT-Medium"/>
        </w:rPr>
        <w:t>tens, even hundreds of thousands of pounds.</w:t>
      </w:r>
      <w:r w:rsidR="008F7A3E" w:rsidRPr="00C04F9F">
        <w:rPr>
          <w:rFonts w:cs="FuturaBT-Book"/>
        </w:rPr>
        <w:t xml:space="preserve"> </w:t>
      </w:r>
      <w:r w:rsidR="00566CE9" w:rsidRPr="00C04F9F">
        <w:rPr>
          <w:rFonts w:cs="FuturaBT-Book"/>
        </w:rPr>
        <w:t xml:space="preserve">This can be done in a matter of weeks and the cash is yours to spend however you like, regardless of whether the mast stays </w:t>
      </w:r>
      <w:r w:rsidR="009E08CC" w:rsidRPr="00C04F9F">
        <w:rPr>
          <w:rFonts w:cs="FuturaBT-Book"/>
        </w:rPr>
        <w:t xml:space="preserve">for the duration of the investors leasehold </w:t>
      </w:r>
      <w:r w:rsidR="00566CE9" w:rsidRPr="00C04F9F">
        <w:rPr>
          <w:rFonts w:cs="FuturaBT-Book"/>
        </w:rPr>
        <w:t>or not.</w:t>
      </w:r>
      <w:r w:rsidR="009E08CC" w:rsidRPr="00C04F9F">
        <w:rPr>
          <w:rFonts w:cs="FuturaBT-Book"/>
        </w:rPr>
        <w:t xml:space="preserve"> We can negotiate flexible terms, such as a buyback option so please call us today to discuss.</w:t>
      </w:r>
    </w:p>
    <w:p w14:paraId="520A016D" w14:textId="77777777" w:rsidR="008F7A3E" w:rsidRPr="00C04F9F" w:rsidRDefault="008F7A3E" w:rsidP="008F7A3E">
      <w:pPr>
        <w:autoSpaceDE w:val="0"/>
        <w:autoSpaceDN w:val="0"/>
        <w:adjustRightInd w:val="0"/>
        <w:spacing w:after="0" w:line="240" w:lineRule="auto"/>
        <w:rPr>
          <w:rFonts w:cs="FuturaBT-Light"/>
        </w:rPr>
      </w:pPr>
    </w:p>
    <w:p w14:paraId="64E5A071" w14:textId="77777777" w:rsidR="00566CE9" w:rsidRPr="00C04F9F" w:rsidRDefault="00566CE9" w:rsidP="008F7A3E">
      <w:pPr>
        <w:autoSpaceDE w:val="0"/>
        <w:autoSpaceDN w:val="0"/>
        <w:adjustRightInd w:val="0"/>
        <w:spacing w:after="0" w:line="240" w:lineRule="auto"/>
        <w:rPr>
          <w:rFonts w:cs="FuturaBT-Light"/>
          <w:b/>
        </w:rPr>
      </w:pPr>
      <w:r w:rsidRPr="00C04F9F">
        <w:rPr>
          <w:rFonts w:cs="FuturaBT-Light"/>
          <w:b/>
        </w:rPr>
        <w:t>Getting a phone mast</w:t>
      </w:r>
    </w:p>
    <w:p w14:paraId="5848F3D4" w14:textId="77777777" w:rsidR="00566CE9" w:rsidRPr="00C04F9F" w:rsidRDefault="00566CE9" w:rsidP="008F7A3E">
      <w:pPr>
        <w:autoSpaceDE w:val="0"/>
        <w:autoSpaceDN w:val="0"/>
        <w:adjustRightInd w:val="0"/>
        <w:spacing w:after="0" w:line="240" w:lineRule="auto"/>
        <w:rPr>
          <w:rFonts w:cs="FuturaBT-Light"/>
        </w:rPr>
      </w:pPr>
    </w:p>
    <w:p w14:paraId="01BEF19F" w14:textId="77777777" w:rsidR="00FD6160" w:rsidRPr="00C04F9F" w:rsidRDefault="008F7A3E" w:rsidP="008F7A3E">
      <w:pPr>
        <w:autoSpaceDE w:val="0"/>
        <w:autoSpaceDN w:val="0"/>
        <w:adjustRightInd w:val="0"/>
        <w:spacing w:after="0" w:line="240" w:lineRule="auto"/>
        <w:rPr>
          <w:rFonts w:cs="FuturaBT-Light"/>
        </w:rPr>
      </w:pPr>
      <w:r w:rsidRPr="00C04F9F">
        <w:rPr>
          <w:rFonts w:cs="FuturaBT-Light"/>
        </w:rPr>
        <w:t xml:space="preserve">If you </w:t>
      </w:r>
      <w:r w:rsidRPr="00C04F9F">
        <w:rPr>
          <w:rFonts w:cs="FuturaBT-Medium"/>
        </w:rPr>
        <w:t xml:space="preserve">don’t currently have a mast </w:t>
      </w:r>
      <w:r w:rsidRPr="00C04F9F">
        <w:rPr>
          <w:rFonts w:cs="FuturaBT-Light"/>
        </w:rPr>
        <w:t xml:space="preserve">located on your land but are </w:t>
      </w:r>
      <w:r w:rsidRPr="00C04F9F">
        <w:rPr>
          <w:rFonts w:cs="FuturaBT-Medium"/>
        </w:rPr>
        <w:t>interested in receiving thousands of pounds a year</w:t>
      </w:r>
      <w:r w:rsidRPr="00C04F9F">
        <w:rPr>
          <w:rFonts w:cs="FuturaBT-Light"/>
        </w:rPr>
        <w:t xml:space="preserve"> </w:t>
      </w:r>
      <w:r w:rsidRPr="00C04F9F">
        <w:rPr>
          <w:rFonts w:cs="FuturaBT-Medium"/>
        </w:rPr>
        <w:t>in rental income</w:t>
      </w:r>
      <w:r w:rsidRPr="00C04F9F">
        <w:rPr>
          <w:rFonts w:cs="FuturaBT-Light"/>
        </w:rPr>
        <w:t xml:space="preserve">, or you have a redundant mast you would like to market, we offer a free advertising service on our website. We will market your land to phone mast operators with a view to having a mast located there. Please visit </w:t>
      </w:r>
      <w:r w:rsidR="009E08CC" w:rsidRPr="00C04F9F">
        <w:rPr>
          <w:rFonts w:cs="FuturaBT-Light"/>
        </w:rPr>
        <w:t>the ‘</w:t>
      </w:r>
      <w:r w:rsidRPr="00C04F9F">
        <w:rPr>
          <w:rFonts w:cs="FuturaBT-Light"/>
        </w:rPr>
        <w:t>Advertise My Site’ link</w:t>
      </w:r>
      <w:r w:rsidR="009E08CC" w:rsidRPr="00C04F9F">
        <w:rPr>
          <w:rFonts w:cs="FuturaBT-Light"/>
        </w:rPr>
        <w:t xml:space="preserve"> on our website</w:t>
      </w:r>
      <w:r w:rsidRPr="00C04F9F">
        <w:rPr>
          <w:rFonts w:cs="FuturaBT-Light"/>
        </w:rPr>
        <w:t xml:space="preserve"> to take advantage of this service.</w:t>
      </w:r>
    </w:p>
    <w:p w14:paraId="15481FEE" w14:textId="77777777" w:rsidR="00FD6160" w:rsidRPr="00C04F9F" w:rsidRDefault="00FD6160" w:rsidP="00FD6160">
      <w:pPr>
        <w:autoSpaceDE w:val="0"/>
        <w:autoSpaceDN w:val="0"/>
        <w:adjustRightInd w:val="0"/>
        <w:spacing w:after="0" w:line="240" w:lineRule="auto"/>
        <w:rPr>
          <w:rFonts w:cs="FuturaBT-Light"/>
        </w:rPr>
      </w:pPr>
    </w:p>
    <w:p w14:paraId="0AFDA5AA" w14:textId="77777777" w:rsidR="00FD6160" w:rsidRPr="00C04F9F" w:rsidRDefault="00FD6160" w:rsidP="00FD6160">
      <w:pPr>
        <w:autoSpaceDE w:val="0"/>
        <w:autoSpaceDN w:val="0"/>
        <w:adjustRightInd w:val="0"/>
        <w:spacing w:after="0" w:line="240" w:lineRule="auto"/>
        <w:rPr>
          <w:rFonts w:cs="FuturaBT-Light"/>
          <w:b/>
        </w:rPr>
      </w:pPr>
      <w:r w:rsidRPr="00C04F9F">
        <w:rPr>
          <w:rFonts w:cs="FuturaBT-Book"/>
          <w:b/>
        </w:rPr>
        <w:t>The current telecoms climate</w:t>
      </w:r>
    </w:p>
    <w:p w14:paraId="3FC917B7" w14:textId="77777777" w:rsidR="00FD6160" w:rsidRPr="00C04F9F" w:rsidRDefault="00FD6160" w:rsidP="00FD6160">
      <w:pPr>
        <w:autoSpaceDE w:val="0"/>
        <w:autoSpaceDN w:val="0"/>
        <w:adjustRightInd w:val="0"/>
        <w:spacing w:after="0" w:line="240" w:lineRule="auto"/>
        <w:rPr>
          <w:rFonts w:cs="FuturaBT-Book"/>
        </w:rPr>
      </w:pPr>
    </w:p>
    <w:p w14:paraId="209FA0B9" w14:textId="77777777" w:rsidR="00FD6160" w:rsidRPr="00C04F9F" w:rsidRDefault="00FD6160" w:rsidP="00FD6160">
      <w:pPr>
        <w:autoSpaceDE w:val="0"/>
        <w:autoSpaceDN w:val="0"/>
        <w:adjustRightInd w:val="0"/>
        <w:spacing w:after="0" w:line="240" w:lineRule="auto"/>
        <w:rPr>
          <w:rFonts w:cs="FuturaBT-Light"/>
        </w:rPr>
      </w:pPr>
      <w:r w:rsidRPr="00C04F9F">
        <w:rPr>
          <w:rFonts w:cs="FuturaBT-Book"/>
        </w:rPr>
        <w:t>The telecoms market, in relation to mobile</w:t>
      </w:r>
      <w:r w:rsidRPr="00C04F9F">
        <w:rPr>
          <w:rFonts w:cs="FuturaBT-Light"/>
        </w:rPr>
        <w:t xml:space="preserve"> </w:t>
      </w:r>
      <w:r w:rsidRPr="00C04F9F">
        <w:rPr>
          <w:rFonts w:cs="FuturaBT-Book"/>
        </w:rPr>
        <w:t>phone masts, is going through some huge</w:t>
      </w:r>
      <w:r w:rsidRPr="00C04F9F">
        <w:rPr>
          <w:rFonts w:cs="FuturaBT-Light"/>
        </w:rPr>
        <w:t xml:space="preserve"> </w:t>
      </w:r>
      <w:r w:rsidRPr="00C04F9F">
        <w:rPr>
          <w:rFonts w:cs="FuturaBT-Book"/>
        </w:rPr>
        <w:t>changes. Operators are combining to cut costs.</w:t>
      </w:r>
      <w:r w:rsidRPr="00C04F9F">
        <w:rPr>
          <w:rFonts w:cs="FuturaBT-Light"/>
        </w:rPr>
        <w:t xml:space="preserve"> We have already seen H3G join forces with T-Mobile to form </w:t>
      </w:r>
      <w:r w:rsidRPr="00C04F9F">
        <w:rPr>
          <w:rFonts w:cs="FuturaBT-Medium"/>
        </w:rPr>
        <w:t xml:space="preserve">MBNL </w:t>
      </w:r>
      <w:r w:rsidRPr="00C04F9F">
        <w:rPr>
          <w:rFonts w:cs="FuturaBT-Light"/>
        </w:rPr>
        <w:t xml:space="preserve">and O2 </w:t>
      </w:r>
      <w:r w:rsidR="00BA7921" w:rsidRPr="00C04F9F">
        <w:rPr>
          <w:rFonts w:cs="FuturaBT-Light"/>
        </w:rPr>
        <w:t>form</w:t>
      </w:r>
      <w:r w:rsidRPr="00C04F9F">
        <w:rPr>
          <w:rFonts w:cs="FuturaBT-Light"/>
        </w:rPr>
        <w:t xml:space="preserve"> </w:t>
      </w:r>
      <w:r w:rsidR="00BA7921" w:rsidRPr="00C04F9F">
        <w:rPr>
          <w:rFonts w:cs="FuturaBT-Light"/>
        </w:rPr>
        <w:t>a jointly owned company</w:t>
      </w:r>
      <w:r w:rsidRPr="00C04F9F">
        <w:rPr>
          <w:rFonts w:cs="FuturaBT-Light"/>
        </w:rPr>
        <w:t xml:space="preserve"> with Vodafone </w:t>
      </w:r>
      <w:r w:rsidR="00BA7921" w:rsidRPr="00C04F9F">
        <w:rPr>
          <w:rFonts w:cs="FuturaBT-Light"/>
        </w:rPr>
        <w:t>called CTIL</w:t>
      </w:r>
      <w:r w:rsidRPr="00C04F9F">
        <w:rPr>
          <w:rFonts w:cs="FuturaBT-Light"/>
        </w:rPr>
        <w:t>. More recently, T-Mobile and Orange have merged to form Everything Everywhere Ltd t</w:t>
      </w:r>
      <w:r w:rsidR="00BA7921" w:rsidRPr="00C04F9F">
        <w:rPr>
          <w:rFonts w:cs="FuturaBT-Light"/>
        </w:rPr>
        <w:t>o become the new network leader but this is set to be challenged by the takeover of O2 by Hutchinson Wham</w:t>
      </w:r>
      <w:r w:rsidR="00566CE9" w:rsidRPr="00C04F9F">
        <w:rPr>
          <w:rFonts w:cs="FuturaBT-Light"/>
        </w:rPr>
        <w:t>poa (who also own H3G)- confused enough</w:t>
      </w:r>
      <w:r w:rsidR="00BA7921" w:rsidRPr="00C04F9F">
        <w:rPr>
          <w:rFonts w:cs="FuturaBT-Light"/>
        </w:rPr>
        <w:t xml:space="preserve">? Well, that’s not the end of it! Now, BT are hoping to buy EE! What this can mean for the landlord is changes to their site and potentially the loss of income. It can all be very confusing but don’t worry, this is where we can help. We know the telecoms industry and understand how a </w:t>
      </w:r>
      <w:r w:rsidR="00BA7921" w:rsidRPr="00C04F9F">
        <w:rPr>
          <w:rFonts w:cs="FuturaBT-Light"/>
        </w:rPr>
        <w:lastRenderedPageBreak/>
        <w:t>new situation may affect a landlord, therefore, allowing us to provide the best advice on protecting your asset (and they are an asset despite all the hassle!)</w:t>
      </w:r>
    </w:p>
    <w:p w14:paraId="26E5997F" w14:textId="77777777" w:rsidR="00FD6160" w:rsidRPr="00C04F9F" w:rsidRDefault="00FD6160" w:rsidP="00FD6160">
      <w:pPr>
        <w:autoSpaceDE w:val="0"/>
        <w:autoSpaceDN w:val="0"/>
        <w:adjustRightInd w:val="0"/>
        <w:spacing w:after="0" w:line="240" w:lineRule="auto"/>
        <w:rPr>
          <w:rFonts w:cs="FuturaBT-Light"/>
        </w:rPr>
      </w:pPr>
    </w:p>
    <w:p w14:paraId="513E7121" w14:textId="77777777" w:rsidR="00FD6160" w:rsidRPr="00C04F9F" w:rsidRDefault="00BA7921" w:rsidP="00FD6160">
      <w:pPr>
        <w:autoSpaceDE w:val="0"/>
        <w:autoSpaceDN w:val="0"/>
        <w:adjustRightInd w:val="0"/>
        <w:spacing w:after="0" w:line="240" w:lineRule="auto"/>
        <w:rPr>
          <w:rFonts w:cs="FuturaBT-Light"/>
        </w:rPr>
      </w:pPr>
      <w:r w:rsidRPr="00C04F9F">
        <w:rPr>
          <w:rFonts w:cs="FuturaBT-Light"/>
        </w:rPr>
        <w:t xml:space="preserve">Due to all the mergers, there have been and will be more sites which become duplicates in a network and surplus to requirements. </w:t>
      </w:r>
      <w:r w:rsidR="00FD6160" w:rsidRPr="00C04F9F">
        <w:rPr>
          <w:rFonts w:cs="FuturaBT-Light"/>
        </w:rPr>
        <w:t xml:space="preserve">Landlords with mobile phone masts that are no longer required are receiving letters stating that the operator wishes to serve the break clause and vacate the site. In some instances, </w:t>
      </w:r>
      <w:r w:rsidR="00FD6160" w:rsidRPr="00C04F9F">
        <w:rPr>
          <w:rFonts w:cs="FuturaBT-Medium"/>
        </w:rPr>
        <w:t>The</w:t>
      </w:r>
      <w:r w:rsidR="00FD6160" w:rsidRPr="00C04F9F">
        <w:rPr>
          <w:rFonts w:cs="FuturaBT-Light"/>
        </w:rPr>
        <w:t xml:space="preserve"> </w:t>
      </w:r>
      <w:r w:rsidR="00FD6160" w:rsidRPr="00C04F9F">
        <w:rPr>
          <w:rFonts w:cs="FuturaBT-Medium"/>
        </w:rPr>
        <w:t>Phone Mast Company can stop this happening. If not, we</w:t>
      </w:r>
      <w:r w:rsidR="00FD6160" w:rsidRPr="00C04F9F">
        <w:rPr>
          <w:rFonts w:cs="FuturaBT-Light"/>
        </w:rPr>
        <w:t xml:space="preserve"> </w:t>
      </w:r>
      <w:r w:rsidR="00FD6160" w:rsidRPr="00C04F9F">
        <w:rPr>
          <w:rFonts w:cs="FuturaBT-Medium"/>
        </w:rPr>
        <w:t>can often negotiate a substantial settlement.</w:t>
      </w:r>
      <w:r w:rsidR="00FD6160" w:rsidRPr="00C04F9F">
        <w:rPr>
          <w:rFonts w:cs="FuturaBT-Light"/>
        </w:rPr>
        <w:t xml:space="preserve"> Phone masts which the operators wish to retain are being subjected to rent reduction</w:t>
      </w:r>
      <w:r w:rsidRPr="00C04F9F">
        <w:rPr>
          <w:rFonts w:cs="FuturaBT-Light"/>
        </w:rPr>
        <w:t>s</w:t>
      </w:r>
      <w:r w:rsidR="00FD6160" w:rsidRPr="00C04F9F">
        <w:rPr>
          <w:rFonts w:cs="FuturaBT-Light"/>
        </w:rPr>
        <w:t xml:space="preserve">. Should the reduction be refused, the operator may threaten to leave the site. </w:t>
      </w:r>
      <w:r w:rsidR="00FD6160" w:rsidRPr="00C04F9F">
        <w:rPr>
          <w:rFonts w:cs="FuturaBT-Medium"/>
        </w:rPr>
        <w:t>All threats</w:t>
      </w:r>
      <w:r w:rsidR="00FD6160" w:rsidRPr="00C04F9F">
        <w:rPr>
          <w:rFonts w:cs="FuturaBT-Light"/>
        </w:rPr>
        <w:t xml:space="preserve"> </w:t>
      </w:r>
      <w:r w:rsidR="00FD6160" w:rsidRPr="00C04F9F">
        <w:rPr>
          <w:rFonts w:cs="FuturaBT-Medium"/>
        </w:rPr>
        <w:t xml:space="preserve">should be taken seriously </w:t>
      </w:r>
      <w:r w:rsidR="00FD6160" w:rsidRPr="00C04F9F">
        <w:rPr>
          <w:rFonts w:cs="FuturaBT-Light"/>
        </w:rPr>
        <w:t xml:space="preserve">and professional advice should be sought. There is often opportunity for negotiation. </w:t>
      </w:r>
      <w:r w:rsidR="00FD6160" w:rsidRPr="00C04F9F">
        <w:rPr>
          <w:rFonts w:cs="FuturaBT-Medium"/>
        </w:rPr>
        <w:t>We can</w:t>
      </w:r>
      <w:r w:rsidR="00FD6160" w:rsidRPr="00C04F9F">
        <w:rPr>
          <w:rFonts w:cs="FuturaBT-Light"/>
        </w:rPr>
        <w:t xml:space="preserve"> </w:t>
      </w:r>
      <w:r w:rsidR="00FD6160" w:rsidRPr="00C04F9F">
        <w:rPr>
          <w:rFonts w:cs="FuturaBT-Medium"/>
        </w:rPr>
        <w:t>in most cases, prevent the rent reduction all together or</w:t>
      </w:r>
      <w:r w:rsidR="00FD6160" w:rsidRPr="00C04F9F">
        <w:rPr>
          <w:rFonts w:cs="FuturaBT-Light"/>
        </w:rPr>
        <w:t xml:space="preserve"> </w:t>
      </w:r>
      <w:r w:rsidR="00FD6160" w:rsidRPr="00C04F9F">
        <w:rPr>
          <w:rFonts w:cs="FuturaBT-Medium"/>
        </w:rPr>
        <w:t>significantly reduce it via our Rent Protection service.</w:t>
      </w:r>
    </w:p>
    <w:p w14:paraId="6386F094" w14:textId="77777777" w:rsidR="00BA7921" w:rsidRPr="00C04F9F" w:rsidRDefault="00BA7921" w:rsidP="00FD6160">
      <w:pPr>
        <w:autoSpaceDE w:val="0"/>
        <w:autoSpaceDN w:val="0"/>
        <w:adjustRightInd w:val="0"/>
        <w:spacing w:after="0" w:line="240" w:lineRule="auto"/>
        <w:rPr>
          <w:rFonts w:cs="FuturaBT-Light"/>
        </w:rPr>
      </w:pPr>
    </w:p>
    <w:p w14:paraId="4AC845B1" w14:textId="77777777" w:rsidR="00107761" w:rsidRPr="00C04F9F" w:rsidRDefault="00FD6160" w:rsidP="00FD6160">
      <w:pPr>
        <w:autoSpaceDE w:val="0"/>
        <w:autoSpaceDN w:val="0"/>
        <w:adjustRightInd w:val="0"/>
        <w:spacing w:after="0" w:line="240" w:lineRule="auto"/>
        <w:rPr>
          <w:rFonts w:cs="FuturaBT-Medium"/>
          <w:b/>
        </w:rPr>
      </w:pPr>
      <w:r w:rsidRPr="00C04F9F">
        <w:rPr>
          <w:rFonts w:cs="FuturaBT-Medium"/>
          <w:b/>
        </w:rPr>
        <w:t>Landlords should not sign anything until they have sought professional advice</w:t>
      </w:r>
    </w:p>
    <w:p w14:paraId="00266EAC" w14:textId="77777777" w:rsidR="008F7A3E" w:rsidRPr="00C04F9F" w:rsidRDefault="008F7A3E" w:rsidP="00FD6160">
      <w:pPr>
        <w:autoSpaceDE w:val="0"/>
        <w:autoSpaceDN w:val="0"/>
        <w:adjustRightInd w:val="0"/>
        <w:spacing w:after="0" w:line="240" w:lineRule="auto"/>
        <w:rPr>
          <w:rFonts w:cs="FuturaBT-Medium"/>
          <w:b/>
        </w:rPr>
      </w:pPr>
    </w:p>
    <w:p w14:paraId="5D706804" w14:textId="77777777" w:rsidR="00C04F9F" w:rsidRDefault="00C04F9F" w:rsidP="00C04F9F">
      <w:pPr>
        <w:autoSpaceDE w:val="0"/>
        <w:autoSpaceDN w:val="0"/>
        <w:adjustRightInd w:val="0"/>
        <w:spacing w:after="0" w:line="240" w:lineRule="auto"/>
        <w:rPr>
          <w:rFonts w:eastAsia="ZapfDingbatsITC" w:cs="ZapfDingbatsITC"/>
          <w:b/>
          <w:sz w:val="24"/>
          <w:szCs w:val="24"/>
        </w:rPr>
      </w:pPr>
      <w:r w:rsidRPr="00C04F9F">
        <w:rPr>
          <w:rFonts w:eastAsia="ZapfDingbatsITC" w:cs="ZapfDingbatsITC"/>
          <w:b/>
          <w:sz w:val="24"/>
          <w:szCs w:val="24"/>
        </w:rPr>
        <w:t>Our Services</w:t>
      </w:r>
    </w:p>
    <w:p w14:paraId="3C534FC0" w14:textId="77777777" w:rsidR="00C04F9F" w:rsidRPr="00C04F9F" w:rsidRDefault="00C04F9F" w:rsidP="00C04F9F">
      <w:pPr>
        <w:autoSpaceDE w:val="0"/>
        <w:autoSpaceDN w:val="0"/>
        <w:adjustRightInd w:val="0"/>
        <w:spacing w:after="0" w:line="240" w:lineRule="auto"/>
        <w:rPr>
          <w:rFonts w:eastAsia="ZapfDingbatsITC" w:cs="ZapfDingbatsITC"/>
          <w:b/>
          <w:sz w:val="24"/>
          <w:szCs w:val="24"/>
        </w:rPr>
      </w:pPr>
    </w:p>
    <w:p w14:paraId="632748FF"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Rent Reviews</w:t>
      </w:r>
    </w:p>
    <w:p w14:paraId="75284D14"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Lease Renewals</w:t>
      </w:r>
    </w:p>
    <w:p w14:paraId="2621EE6E"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Network Consolidation Issues</w:t>
      </w:r>
    </w:p>
    <w:p w14:paraId="7EC4B6AB"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Site Shares</w:t>
      </w:r>
    </w:p>
    <w:p w14:paraId="5BA0AD9D"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Rent Protection</w:t>
      </w:r>
    </w:p>
    <w:p w14:paraId="3E3144AA"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Equipment Upgrades</w:t>
      </w:r>
    </w:p>
    <w:p w14:paraId="0324056E"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Mast Removals / Decommissioning</w:t>
      </w:r>
    </w:p>
    <w:p w14:paraId="17F0EE02"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Mast Sales and Marketing</w:t>
      </w:r>
    </w:p>
    <w:p w14:paraId="10E77A2E"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Land Marketing for Masts</w:t>
      </w:r>
    </w:p>
    <w:p w14:paraId="1B46EAB7" w14:textId="77777777" w:rsidR="00C04F9F" w:rsidRPr="00C04F9F"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Mast Management and Portfolios</w:t>
      </w:r>
    </w:p>
    <w:p w14:paraId="0AA72435" w14:textId="77777777" w:rsidR="00BA7921" w:rsidRDefault="00C04F9F" w:rsidP="00C04F9F">
      <w:pPr>
        <w:autoSpaceDE w:val="0"/>
        <w:autoSpaceDN w:val="0"/>
        <w:adjustRightInd w:val="0"/>
        <w:spacing w:after="0" w:line="240" w:lineRule="auto"/>
        <w:rPr>
          <w:rFonts w:eastAsia="ZapfDingbatsITC" w:cs="FuturaBT-Book"/>
          <w:color w:val="000000"/>
        </w:rPr>
      </w:pPr>
      <w:r w:rsidRPr="00C04F9F">
        <w:rPr>
          <w:rFonts w:ascii="Arial" w:eastAsia="ZapfDingbatsITC" w:hAnsi="Arial" w:cs="Arial"/>
          <w:color w:val="789E3F"/>
          <w:sz w:val="14"/>
          <w:szCs w:val="14"/>
        </w:rPr>
        <w:t>▲</w:t>
      </w:r>
      <w:r w:rsidRPr="00C04F9F">
        <w:rPr>
          <w:rFonts w:eastAsia="ZapfDingbatsITC" w:cs="ZapfDingbatsITC"/>
          <w:color w:val="789E3F"/>
          <w:sz w:val="14"/>
          <w:szCs w:val="14"/>
        </w:rPr>
        <w:t xml:space="preserve"> </w:t>
      </w:r>
      <w:r w:rsidRPr="00C04F9F">
        <w:rPr>
          <w:rFonts w:eastAsia="ZapfDingbatsITC" w:cs="FuturaBT-Book"/>
          <w:color w:val="000000"/>
        </w:rPr>
        <w:t>Safety Testing</w:t>
      </w:r>
    </w:p>
    <w:p w14:paraId="4924C1CC" w14:textId="77777777" w:rsidR="00C04F9F" w:rsidRDefault="00C04F9F" w:rsidP="00C04F9F">
      <w:pPr>
        <w:autoSpaceDE w:val="0"/>
        <w:autoSpaceDN w:val="0"/>
        <w:adjustRightInd w:val="0"/>
        <w:spacing w:after="0" w:line="240" w:lineRule="auto"/>
        <w:rPr>
          <w:rFonts w:eastAsia="ZapfDingbatsITC" w:cs="FuturaBT-Book"/>
          <w:color w:val="000000"/>
        </w:rPr>
      </w:pPr>
    </w:p>
    <w:p w14:paraId="222B7FF6" w14:textId="77777777" w:rsidR="00C04F9F" w:rsidRPr="00C04F9F" w:rsidRDefault="00C04F9F" w:rsidP="00C04F9F">
      <w:pPr>
        <w:autoSpaceDE w:val="0"/>
        <w:autoSpaceDN w:val="0"/>
        <w:adjustRightInd w:val="0"/>
        <w:spacing w:after="0" w:line="240" w:lineRule="auto"/>
        <w:rPr>
          <w:rFonts w:eastAsia="ZapfDingbatsITC" w:cs="FuturaBT-Book"/>
          <w:b/>
          <w:color w:val="000000"/>
        </w:rPr>
      </w:pPr>
      <w:r w:rsidRPr="00C04F9F">
        <w:rPr>
          <w:rFonts w:eastAsia="ZapfDingbatsITC" w:cs="FuturaBT-Book"/>
          <w:b/>
          <w:color w:val="000000"/>
        </w:rPr>
        <w:t>Contact Us</w:t>
      </w:r>
    </w:p>
    <w:p w14:paraId="79D8B377" w14:textId="77777777" w:rsidR="00C04F9F" w:rsidRDefault="00C04F9F" w:rsidP="00C04F9F">
      <w:pPr>
        <w:autoSpaceDE w:val="0"/>
        <w:autoSpaceDN w:val="0"/>
        <w:adjustRightInd w:val="0"/>
        <w:spacing w:after="0" w:line="240" w:lineRule="auto"/>
        <w:rPr>
          <w:rFonts w:eastAsia="ZapfDingbatsITC" w:cs="FuturaBT-Book"/>
          <w:color w:val="000000"/>
        </w:rPr>
      </w:pPr>
    </w:p>
    <w:p w14:paraId="0969D7CA" w14:textId="77777777" w:rsidR="00C04F9F" w:rsidRPr="00C04F9F" w:rsidRDefault="00C04F9F" w:rsidP="00C04F9F">
      <w:pPr>
        <w:autoSpaceDE w:val="0"/>
        <w:autoSpaceDN w:val="0"/>
        <w:adjustRightInd w:val="0"/>
        <w:spacing w:after="0" w:line="240" w:lineRule="auto"/>
        <w:rPr>
          <w:rFonts w:cs="FuturaBT-Light"/>
        </w:rPr>
      </w:pPr>
      <w:r w:rsidRPr="00C04F9F">
        <w:rPr>
          <w:rFonts w:cs="FuturaBT-Light"/>
        </w:rPr>
        <w:t>The Phone Mast Company Ltd</w:t>
      </w:r>
    </w:p>
    <w:p w14:paraId="3C882817" w14:textId="77777777" w:rsidR="00C04F9F" w:rsidRDefault="00C04F9F" w:rsidP="00C04F9F">
      <w:pPr>
        <w:autoSpaceDE w:val="0"/>
        <w:autoSpaceDN w:val="0"/>
        <w:adjustRightInd w:val="0"/>
        <w:spacing w:after="0" w:line="240" w:lineRule="auto"/>
        <w:rPr>
          <w:rFonts w:cs="FuturaBT-Light"/>
        </w:rPr>
      </w:pPr>
      <w:r>
        <w:rPr>
          <w:rFonts w:cs="FuturaBT-Light"/>
        </w:rPr>
        <w:t>The Fort Offices,</w:t>
      </w:r>
    </w:p>
    <w:p w14:paraId="4E76CDAD" w14:textId="77777777" w:rsidR="00C04F9F" w:rsidRDefault="00C04F9F" w:rsidP="00C04F9F">
      <w:pPr>
        <w:autoSpaceDE w:val="0"/>
        <w:autoSpaceDN w:val="0"/>
        <w:adjustRightInd w:val="0"/>
        <w:spacing w:after="0" w:line="240" w:lineRule="auto"/>
        <w:rPr>
          <w:rFonts w:cs="FuturaBT-Light"/>
        </w:rPr>
      </w:pPr>
      <w:r>
        <w:rPr>
          <w:rFonts w:cs="FuturaBT-Light"/>
        </w:rPr>
        <w:t>Artillery Business Park,</w:t>
      </w:r>
    </w:p>
    <w:p w14:paraId="3EBD3F16" w14:textId="77777777" w:rsidR="00C04F9F" w:rsidRDefault="00C04F9F" w:rsidP="00C04F9F">
      <w:pPr>
        <w:autoSpaceDE w:val="0"/>
        <w:autoSpaceDN w:val="0"/>
        <w:adjustRightInd w:val="0"/>
        <w:spacing w:after="0" w:line="240" w:lineRule="auto"/>
        <w:rPr>
          <w:rFonts w:cs="FuturaBT-Light"/>
        </w:rPr>
      </w:pPr>
      <w:r>
        <w:rPr>
          <w:rFonts w:cs="FuturaBT-Light"/>
        </w:rPr>
        <w:t>Park Hall,</w:t>
      </w:r>
    </w:p>
    <w:p w14:paraId="7D2A15A4" w14:textId="77777777" w:rsidR="00C04F9F" w:rsidRDefault="00C04F9F" w:rsidP="00C04F9F">
      <w:pPr>
        <w:autoSpaceDE w:val="0"/>
        <w:autoSpaceDN w:val="0"/>
        <w:adjustRightInd w:val="0"/>
        <w:spacing w:after="0" w:line="240" w:lineRule="auto"/>
        <w:rPr>
          <w:rFonts w:cs="FuturaBT-Light"/>
        </w:rPr>
      </w:pPr>
      <w:r>
        <w:rPr>
          <w:rFonts w:cs="FuturaBT-Light"/>
        </w:rPr>
        <w:t>Shropshire,</w:t>
      </w:r>
    </w:p>
    <w:p w14:paraId="528D2EEF" w14:textId="77777777" w:rsidR="00C04F9F" w:rsidRPr="00C04F9F" w:rsidRDefault="00C04F9F" w:rsidP="00C04F9F">
      <w:pPr>
        <w:autoSpaceDE w:val="0"/>
        <w:autoSpaceDN w:val="0"/>
        <w:adjustRightInd w:val="0"/>
        <w:spacing w:after="0" w:line="240" w:lineRule="auto"/>
        <w:rPr>
          <w:rFonts w:cs="FuturaBT-Light"/>
        </w:rPr>
      </w:pPr>
      <w:r>
        <w:rPr>
          <w:rFonts w:cs="FuturaBT-Light"/>
        </w:rPr>
        <w:t>SY11 4AD</w:t>
      </w:r>
    </w:p>
    <w:p w14:paraId="0D4E787E" w14:textId="77777777" w:rsidR="00C04F9F" w:rsidRPr="00C04F9F" w:rsidRDefault="00C04F9F" w:rsidP="00C04F9F">
      <w:pPr>
        <w:autoSpaceDE w:val="0"/>
        <w:autoSpaceDN w:val="0"/>
        <w:adjustRightInd w:val="0"/>
        <w:spacing w:after="0" w:line="240" w:lineRule="auto"/>
        <w:rPr>
          <w:rFonts w:cs="FuturaBT-Light"/>
        </w:rPr>
      </w:pPr>
      <w:proofErr w:type="gramStart"/>
      <w:r>
        <w:rPr>
          <w:rFonts w:cs="FuturaBT-Light"/>
        </w:rPr>
        <w:t>t</w:t>
      </w:r>
      <w:proofErr w:type="gramEnd"/>
      <w:r>
        <w:rPr>
          <w:rFonts w:cs="FuturaBT-Light"/>
        </w:rPr>
        <w:t xml:space="preserve">: </w:t>
      </w:r>
      <w:r w:rsidRPr="00C04F9F">
        <w:rPr>
          <w:rFonts w:cs="FuturaBT-Light"/>
        </w:rPr>
        <w:t>01691 791543</w:t>
      </w:r>
    </w:p>
    <w:p w14:paraId="1671424F" w14:textId="77777777" w:rsidR="00C04F9F" w:rsidRPr="00C04F9F" w:rsidRDefault="00C04F9F" w:rsidP="00C04F9F">
      <w:pPr>
        <w:autoSpaceDE w:val="0"/>
        <w:autoSpaceDN w:val="0"/>
        <w:adjustRightInd w:val="0"/>
        <w:spacing w:after="0" w:line="240" w:lineRule="auto"/>
        <w:rPr>
          <w:rFonts w:cs="FuturaBT-Light"/>
        </w:rPr>
      </w:pPr>
      <w:proofErr w:type="gramStart"/>
      <w:r w:rsidRPr="00C04F9F">
        <w:rPr>
          <w:rFonts w:cs="FuturaBT-Light"/>
        </w:rPr>
        <w:t>f</w:t>
      </w:r>
      <w:proofErr w:type="gramEnd"/>
      <w:r w:rsidRPr="00C04F9F">
        <w:rPr>
          <w:rFonts w:cs="FuturaBT-Light"/>
        </w:rPr>
        <w:t>: 01691 791222</w:t>
      </w:r>
    </w:p>
    <w:p w14:paraId="12097D96" w14:textId="77777777" w:rsidR="00C04F9F" w:rsidRPr="00C04F9F" w:rsidRDefault="00C04F9F" w:rsidP="00C04F9F">
      <w:pPr>
        <w:autoSpaceDE w:val="0"/>
        <w:autoSpaceDN w:val="0"/>
        <w:adjustRightInd w:val="0"/>
        <w:spacing w:after="0" w:line="240" w:lineRule="auto"/>
        <w:rPr>
          <w:rFonts w:cs="FuturaBT-Light"/>
        </w:rPr>
      </w:pPr>
      <w:proofErr w:type="gramStart"/>
      <w:r w:rsidRPr="00C04F9F">
        <w:rPr>
          <w:rFonts w:cs="FuturaBT-Light"/>
        </w:rPr>
        <w:t>e</w:t>
      </w:r>
      <w:proofErr w:type="gramEnd"/>
      <w:r w:rsidRPr="00C04F9F">
        <w:rPr>
          <w:rFonts w:cs="FuturaBT-Light"/>
        </w:rPr>
        <w:t>: info@phonemastcompany.co.uk</w:t>
      </w:r>
    </w:p>
    <w:p w14:paraId="11238F67" w14:textId="77777777" w:rsidR="00C04F9F" w:rsidRPr="00C04F9F" w:rsidRDefault="00C04F9F" w:rsidP="00C04F9F">
      <w:pPr>
        <w:autoSpaceDE w:val="0"/>
        <w:autoSpaceDN w:val="0"/>
        <w:adjustRightInd w:val="0"/>
        <w:spacing w:after="0" w:line="240" w:lineRule="auto"/>
        <w:rPr>
          <w:rFonts w:cs="FuturaBT-Light"/>
        </w:rPr>
      </w:pPr>
      <w:proofErr w:type="gramStart"/>
      <w:r w:rsidRPr="00C04F9F">
        <w:rPr>
          <w:rFonts w:cs="FuturaBT-Light"/>
        </w:rPr>
        <w:t>w</w:t>
      </w:r>
      <w:proofErr w:type="gramEnd"/>
      <w:r w:rsidRPr="00C04F9F">
        <w:rPr>
          <w:rFonts w:cs="FuturaBT-Light"/>
        </w:rPr>
        <w:t>: www.phonemastcompany.co.uk</w:t>
      </w:r>
    </w:p>
    <w:p w14:paraId="1C4126D4" w14:textId="77777777" w:rsidR="00C04F9F" w:rsidRPr="00C04F9F" w:rsidRDefault="00C04F9F" w:rsidP="008F7A3E">
      <w:pPr>
        <w:autoSpaceDE w:val="0"/>
        <w:autoSpaceDN w:val="0"/>
        <w:adjustRightInd w:val="0"/>
        <w:spacing w:after="0" w:line="240" w:lineRule="auto"/>
        <w:rPr>
          <w:rFonts w:cs="FuturaBT-Light"/>
        </w:rPr>
      </w:pPr>
    </w:p>
    <w:p w14:paraId="0A7B66A4" w14:textId="77777777" w:rsidR="00C04F9F" w:rsidRPr="00C04F9F" w:rsidRDefault="00C04F9F" w:rsidP="008F7A3E">
      <w:pPr>
        <w:autoSpaceDE w:val="0"/>
        <w:autoSpaceDN w:val="0"/>
        <w:adjustRightInd w:val="0"/>
        <w:spacing w:after="0" w:line="240" w:lineRule="auto"/>
        <w:rPr>
          <w:rFonts w:cs="FuturaBT-Light"/>
        </w:rPr>
      </w:pPr>
    </w:p>
    <w:p w14:paraId="3B1D49F7" w14:textId="77777777" w:rsidR="00C04F9F" w:rsidRDefault="00C04F9F" w:rsidP="008F7A3E">
      <w:pPr>
        <w:autoSpaceDE w:val="0"/>
        <w:autoSpaceDN w:val="0"/>
        <w:adjustRightInd w:val="0"/>
        <w:spacing w:after="0" w:line="240" w:lineRule="auto"/>
        <w:rPr>
          <w:rFonts w:cs="FuturaBT-Light"/>
        </w:rPr>
      </w:pPr>
    </w:p>
    <w:p w14:paraId="6DAB5EE5" w14:textId="77777777" w:rsidR="009E08CC" w:rsidRPr="00C04F9F" w:rsidRDefault="009E08CC" w:rsidP="008F7A3E">
      <w:pPr>
        <w:autoSpaceDE w:val="0"/>
        <w:autoSpaceDN w:val="0"/>
        <w:adjustRightInd w:val="0"/>
        <w:spacing w:after="0" w:line="240" w:lineRule="auto"/>
        <w:rPr>
          <w:rFonts w:cs="FuturaBT-Light"/>
          <w:b/>
        </w:rPr>
      </w:pPr>
      <w:r w:rsidRPr="00C04F9F">
        <w:rPr>
          <w:rFonts w:cs="FuturaBT-Light"/>
          <w:b/>
        </w:rPr>
        <w:t xml:space="preserve">Strap lines that can be </w:t>
      </w:r>
      <w:r w:rsidR="00C04F9F" w:rsidRPr="00C04F9F">
        <w:rPr>
          <w:rFonts w:cs="FuturaBT-Light"/>
          <w:b/>
        </w:rPr>
        <w:t>inserted throughout the leaflet:</w:t>
      </w:r>
    </w:p>
    <w:p w14:paraId="6264730C" w14:textId="77777777" w:rsidR="009E08CC" w:rsidRPr="00C04F9F" w:rsidRDefault="009E08CC" w:rsidP="008F7A3E">
      <w:pPr>
        <w:autoSpaceDE w:val="0"/>
        <w:autoSpaceDN w:val="0"/>
        <w:adjustRightInd w:val="0"/>
        <w:spacing w:after="0" w:line="240" w:lineRule="auto"/>
        <w:rPr>
          <w:rFonts w:cs="FuturaBT-Light"/>
        </w:rPr>
      </w:pPr>
    </w:p>
    <w:p w14:paraId="5445BE63" w14:textId="0D94EF19" w:rsidR="00BA7921" w:rsidRPr="00C04F9F" w:rsidRDefault="00BA7921" w:rsidP="008F7A3E">
      <w:pPr>
        <w:autoSpaceDE w:val="0"/>
        <w:autoSpaceDN w:val="0"/>
        <w:adjustRightInd w:val="0"/>
        <w:spacing w:after="0" w:line="240" w:lineRule="auto"/>
        <w:rPr>
          <w:rFonts w:cs="FuturaBT-Light"/>
        </w:rPr>
      </w:pPr>
      <w:r w:rsidRPr="00C04F9F">
        <w:rPr>
          <w:rFonts w:cs="FuturaBT-Light"/>
        </w:rPr>
        <w:t>“Call us and we can take the hassle away”</w:t>
      </w:r>
    </w:p>
    <w:p w14:paraId="7A5EEFF4" w14:textId="25A54902" w:rsidR="008F7A3E" w:rsidRPr="00973C30" w:rsidRDefault="008F7A3E" w:rsidP="008F7A3E">
      <w:pPr>
        <w:autoSpaceDE w:val="0"/>
        <w:autoSpaceDN w:val="0"/>
        <w:adjustRightInd w:val="0"/>
        <w:spacing w:after="0" w:line="240" w:lineRule="auto"/>
        <w:rPr>
          <w:rFonts w:cs="FuturaBT-Light"/>
        </w:rPr>
      </w:pPr>
      <w:r w:rsidRPr="00C04F9F">
        <w:rPr>
          <w:rFonts w:cs="FuturaBT-Light"/>
        </w:rPr>
        <w:t>“We can help you swap your rent for a large cash lump sum”</w:t>
      </w:r>
    </w:p>
    <w:p w14:paraId="2728584E" w14:textId="77777777" w:rsidR="008F7A3E" w:rsidRPr="00C04F9F" w:rsidRDefault="00566CE9" w:rsidP="00566CE9">
      <w:pPr>
        <w:autoSpaceDE w:val="0"/>
        <w:autoSpaceDN w:val="0"/>
        <w:adjustRightInd w:val="0"/>
        <w:spacing w:after="0" w:line="240" w:lineRule="auto"/>
        <w:rPr>
          <w:rFonts w:cs="FuturaBT-Medium"/>
        </w:rPr>
      </w:pPr>
      <w:r w:rsidRPr="00C04F9F">
        <w:rPr>
          <w:rFonts w:cs="FuturaBT-Medium"/>
        </w:rPr>
        <w:lastRenderedPageBreak/>
        <w:t>“</w:t>
      </w:r>
      <w:r w:rsidR="008F7A3E" w:rsidRPr="00C04F9F">
        <w:rPr>
          <w:rFonts w:cs="FuturaBT-Medium"/>
        </w:rPr>
        <w:t xml:space="preserve">If you would like to know what rent your mast should be achieving, </w:t>
      </w:r>
      <w:r w:rsidRPr="00C04F9F">
        <w:rPr>
          <w:rFonts w:cs="FuturaBT-Medium"/>
        </w:rPr>
        <w:t>check out the free rent estimation service on our website”</w:t>
      </w:r>
    </w:p>
    <w:p w14:paraId="055E197D" w14:textId="50EE8AAC" w:rsidR="008F7A3E" w:rsidRPr="00973C30" w:rsidRDefault="009E08CC" w:rsidP="00FD6160">
      <w:pPr>
        <w:autoSpaceDE w:val="0"/>
        <w:autoSpaceDN w:val="0"/>
        <w:adjustRightInd w:val="0"/>
        <w:spacing w:after="0" w:line="240" w:lineRule="auto"/>
        <w:rPr>
          <w:rFonts w:cs="FuturaBT-Medium"/>
        </w:rPr>
      </w:pPr>
      <w:r w:rsidRPr="00C04F9F">
        <w:rPr>
          <w:rFonts w:cs="FuturaBT-Medium"/>
        </w:rPr>
        <w:t>“Make the most from your phone mast”</w:t>
      </w:r>
      <w:bookmarkStart w:id="0" w:name="_GoBack"/>
      <w:bookmarkEnd w:id="0"/>
    </w:p>
    <w:sectPr w:rsidR="008F7A3E" w:rsidRPr="00973C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T-Light">
    <w:panose1 w:val="00000000000000000000"/>
    <w:charset w:val="00"/>
    <w:family w:val="swiss"/>
    <w:notTrueType/>
    <w:pitch w:val="default"/>
    <w:sig w:usb0="00000003" w:usb1="00000000" w:usb2="00000000" w:usb3="00000000" w:csb0="00000001" w:csb1="00000000"/>
  </w:font>
  <w:font w:name="FuturaBT-Medium">
    <w:panose1 w:val="00000000000000000000"/>
    <w:charset w:val="00"/>
    <w:family w:val="swiss"/>
    <w:notTrueType/>
    <w:pitch w:val="default"/>
    <w:sig w:usb0="00000003" w:usb1="00000000" w:usb2="00000000" w:usb3="00000000" w:csb0="00000001" w:csb1="00000000"/>
  </w:font>
  <w:font w:name="FuturaBT-Book">
    <w:panose1 w:val="00000000000000000000"/>
    <w:charset w:val="00"/>
    <w:family w:val="swiss"/>
    <w:notTrueType/>
    <w:pitch w:val="default"/>
    <w:sig w:usb0="00000003" w:usb1="00000000" w:usb2="00000000" w:usb3="00000000" w:csb0="00000001" w:csb1="00000000"/>
  </w:font>
  <w:font w:name="ZapfDingbatsITC">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160"/>
    <w:rsid w:val="00107761"/>
    <w:rsid w:val="00566CE9"/>
    <w:rsid w:val="008F7A3E"/>
    <w:rsid w:val="00973C30"/>
    <w:rsid w:val="009E08CC"/>
    <w:rsid w:val="00BA7921"/>
    <w:rsid w:val="00C04F9F"/>
    <w:rsid w:val="00C460C7"/>
    <w:rsid w:val="00FD61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F2C42"/>
  <w15:docId w15:val="{5919AF4C-7FA5-4F02-B587-C99ABF25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6160"/>
    <w:rPr>
      <w:color w:val="0563C1" w:themeColor="hyperlink"/>
      <w:u w:val="single"/>
    </w:rPr>
  </w:style>
  <w:style w:type="paragraph" w:styleId="BalloonText">
    <w:name w:val="Balloon Text"/>
    <w:basedOn w:val="Normal"/>
    <w:link w:val="BalloonTextChar"/>
    <w:uiPriority w:val="99"/>
    <w:semiHidden/>
    <w:unhideWhenUsed/>
    <w:rsid w:val="00C460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0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E79E0300</Template>
  <TotalTime>1</TotalTime>
  <Pages>2</Pages>
  <Words>822</Words>
  <Characters>4691</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Wright</dc:creator>
  <cp:lastModifiedBy>Gemma Wright</cp:lastModifiedBy>
  <cp:revision>2</cp:revision>
  <cp:lastPrinted>2015-06-04T10:34:00Z</cp:lastPrinted>
  <dcterms:created xsi:type="dcterms:W3CDTF">2015-06-04T11:30:00Z</dcterms:created>
  <dcterms:modified xsi:type="dcterms:W3CDTF">2015-06-04T11:30:00Z</dcterms:modified>
</cp:coreProperties>
</file>